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55C" w:rsidRDefault="009B255C" w:rsidP="00EE2AD6"/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426"/>
        <w:gridCol w:w="5069"/>
      </w:tblGrid>
      <w:tr w:rsidR="009B255C" w:rsidRPr="00D149F5">
        <w:tc>
          <w:tcPr>
            <w:tcW w:w="4426" w:type="dxa"/>
          </w:tcPr>
          <w:p w:rsidR="009B255C" w:rsidRPr="00D149F5" w:rsidRDefault="009B255C" w:rsidP="00D149F5">
            <w:pPr>
              <w:pStyle w:val="ListParagraph"/>
              <w:spacing w:after="0" w:line="240" w:lineRule="auto"/>
              <w:rPr>
                <w:b/>
                <w:bCs/>
                <w:i/>
                <w:iCs/>
                <w:sz w:val="28"/>
                <w:szCs w:val="28"/>
              </w:rPr>
            </w:pPr>
            <w:r w:rsidRPr="00D149F5">
              <w:t>1варіант</w:t>
            </w:r>
          </w:p>
        </w:tc>
        <w:tc>
          <w:tcPr>
            <w:tcW w:w="5069" w:type="dxa"/>
          </w:tcPr>
          <w:p w:rsidR="009B255C" w:rsidRPr="00D149F5" w:rsidRDefault="009B255C" w:rsidP="00D149F5">
            <w:pPr>
              <w:spacing w:after="0" w:line="240" w:lineRule="auto"/>
            </w:pPr>
            <w:r>
              <w:t>2 варіант</w:t>
            </w:r>
          </w:p>
          <w:p w:rsidR="009B255C" w:rsidRPr="00D149F5" w:rsidRDefault="009B255C" w:rsidP="00D149F5">
            <w:pPr>
              <w:spacing w:after="0" w:line="240" w:lineRule="auto"/>
            </w:pPr>
            <w:r w:rsidRPr="00D149F5">
              <w:t xml:space="preserve">  </w:t>
            </w:r>
            <w:r>
              <w:t xml:space="preserve">                       </w:t>
            </w:r>
          </w:p>
        </w:tc>
      </w:tr>
      <w:tr w:rsidR="009B255C" w:rsidRPr="00D149F5">
        <w:tc>
          <w:tcPr>
            <w:tcW w:w="4426" w:type="dxa"/>
          </w:tcPr>
          <w:p w:rsidR="009B255C" w:rsidRPr="00D149F5" w:rsidRDefault="009B255C" w:rsidP="00D149F5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D149F5">
              <w:rPr>
                <w:b/>
                <w:bCs/>
                <w:i/>
                <w:iCs/>
                <w:sz w:val="28"/>
                <w:szCs w:val="28"/>
              </w:rPr>
              <w:t>Приклади</w:t>
            </w:r>
          </w:p>
        </w:tc>
        <w:tc>
          <w:tcPr>
            <w:tcW w:w="5069" w:type="dxa"/>
          </w:tcPr>
          <w:p w:rsidR="009B255C" w:rsidRPr="00D149F5" w:rsidRDefault="009B255C" w:rsidP="00D149F5">
            <w:pPr>
              <w:spacing w:after="0" w:line="240" w:lineRule="auto"/>
            </w:pPr>
            <w:r w:rsidRPr="00D149F5">
              <w:t xml:space="preserve">                         </w:t>
            </w:r>
          </w:p>
        </w:tc>
      </w:tr>
      <w:tr w:rsidR="009B255C" w:rsidRPr="00D149F5">
        <w:tc>
          <w:tcPr>
            <w:tcW w:w="4426" w:type="dxa"/>
          </w:tcPr>
          <w:p w:rsidR="009B255C" w:rsidRPr="00D149F5" w:rsidRDefault="009B255C" w:rsidP="00D149F5">
            <w:pPr>
              <w:pStyle w:val="ListParagraph"/>
              <w:spacing w:after="0" w:line="240" w:lineRule="auto"/>
            </w:pPr>
            <w:r w:rsidRPr="00D149F5">
              <w:t>9735:59+335+53265:53</w:t>
            </w:r>
          </w:p>
        </w:tc>
        <w:tc>
          <w:tcPr>
            <w:tcW w:w="5069" w:type="dxa"/>
          </w:tcPr>
          <w:p w:rsidR="009B255C" w:rsidRPr="00D149F5" w:rsidRDefault="009B255C" w:rsidP="00D149F5">
            <w:pPr>
              <w:spacing w:after="0" w:line="240" w:lineRule="auto"/>
            </w:pPr>
            <w:r w:rsidRPr="00D149F5">
              <w:t>10004:41+17181:83-451</w:t>
            </w:r>
          </w:p>
        </w:tc>
      </w:tr>
      <w:tr w:rsidR="009B255C" w:rsidRPr="00D149F5">
        <w:tc>
          <w:tcPr>
            <w:tcW w:w="4426" w:type="dxa"/>
          </w:tcPr>
          <w:p w:rsidR="009B255C" w:rsidRPr="00D149F5" w:rsidRDefault="009B255C" w:rsidP="00D149F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D149F5">
              <w:rPr>
                <w:b/>
                <w:bCs/>
                <w:sz w:val="28"/>
                <w:szCs w:val="28"/>
              </w:rPr>
              <w:t xml:space="preserve">Рівняння </w:t>
            </w:r>
          </w:p>
        </w:tc>
        <w:tc>
          <w:tcPr>
            <w:tcW w:w="5069" w:type="dxa"/>
          </w:tcPr>
          <w:p w:rsidR="009B255C" w:rsidRPr="00D149F5" w:rsidRDefault="009B255C" w:rsidP="00D149F5">
            <w:pPr>
              <w:spacing w:after="0" w:line="240" w:lineRule="auto"/>
            </w:pPr>
          </w:p>
        </w:tc>
      </w:tr>
      <w:tr w:rsidR="009B255C" w:rsidRPr="00D149F5">
        <w:tc>
          <w:tcPr>
            <w:tcW w:w="4426" w:type="dxa"/>
          </w:tcPr>
          <w:p w:rsidR="009B255C" w:rsidRPr="00D149F5" w:rsidRDefault="009B255C" w:rsidP="00D149F5">
            <w:pPr>
              <w:pStyle w:val="ListParagraph"/>
              <w:spacing w:after="0" w:line="240" w:lineRule="auto"/>
            </w:pPr>
            <w:r>
              <w:t>Х×</w:t>
            </w:r>
            <w:r w:rsidRPr="00D149F5">
              <w:t>(32+36)=5780</w:t>
            </w:r>
          </w:p>
        </w:tc>
        <w:tc>
          <w:tcPr>
            <w:tcW w:w="5069" w:type="dxa"/>
          </w:tcPr>
          <w:p w:rsidR="009B255C" w:rsidRPr="00D149F5" w:rsidRDefault="009B255C" w:rsidP="00D149F5">
            <w:pPr>
              <w:spacing w:after="0" w:line="240" w:lineRule="auto"/>
            </w:pPr>
            <w:r>
              <w:t>х×</w:t>
            </w:r>
            <w:r w:rsidRPr="00D149F5">
              <w:t xml:space="preserve">(360-320)=3400  </w:t>
            </w:r>
          </w:p>
        </w:tc>
      </w:tr>
      <w:tr w:rsidR="009B255C" w:rsidRPr="00D149F5">
        <w:tc>
          <w:tcPr>
            <w:tcW w:w="4426" w:type="dxa"/>
          </w:tcPr>
          <w:p w:rsidR="009B255C" w:rsidRPr="00D149F5" w:rsidRDefault="009B255C" w:rsidP="00D149F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D149F5">
              <w:rPr>
                <w:b/>
                <w:bCs/>
                <w:sz w:val="28"/>
                <w:szCs w:val="28"/>
              </w:rPr>
              <w:t>Віднови розв’язок</w:t>
            </w:r>
          </w:p>
        </w:tc>
        <w:tc>
          <w:tcPr>
            <w:tcW w:w="5069" w:type="dxa"/>
          </w:tcPr>
          <w:p w:rsidR="009B255C" w:rsidRPr="00D149F5" w:rsidRDefault="009B255C" w:rsidP="00D149F5">
            <w:pPr>
              <w:spacing w:after="0" w:line="240" w:lineRule="auto"/>
            </w:pPr>
          </w:p>
        </w:tc>
      </w:tr>
      <w:tr w:rsidR="009B255C" w:rsidRPr="00D149F5">
        <w:tc>
          <w:tcPr>
            <w:tcW w:w="4426" w:type="dxa"/>
          </w:tcPr>
          <w:p w:rsidR="009B255C" w:rsidRPr="00D149F5" w:rsidRDefault="009B255C" w:rsidP="00D149F5">
            <w:pPr>
              <w:pStyle w:val="ListParagraph"/>
              <w:spacing w:after="0" w:line="240" w:lineRule="auto"/>
            </w:pPr>
            <w:r>
              <w:t>36*</w:t>
            </w:r>
            <w:r w:rsidRPr="00D149F5">
              <w:t>8</w:t>
            </w:r>
          </w:p>
          <w:p w:rsidR="009B255C" w:rsidRPr="00D149F5" w:rsidRDefault="009B255C" w:rsidP="00D149F5">
            <w:pPr>
              <w:spacing w:after="0" w:line="240" w:lineRule="auto"/>
            </w:pPr>
            <w:r w:rsidRPr="00D149F5">
              <w:t xml:space="preserve">            +274*</w:t>
            </w:r>
          </w:p>
          <w:p w:rsidR="009B255C" w:rsidRPr="00D149F5" w:rsidRDefault="009B255C" w:rsidP="00D149F5">
            <w:pPr>
              <w:pStyle w:val="ListParagraph"/>
              <w:spacing w:after="0" w:line="240" w:lineRule="auto"/>
            </w:pPr>
            <w:r w:rsidRPr="00D149F5">
              <w:t>3*20</w:t>
            </w:r>
          </w:p>
          <w:p w:rsidR="009B255C" w:rsidRPr="00D149F5" w:rsidRDefault="009B255C" w:rsidP="00D149F5">
            <w:pPr>
              <w:pStyle w:val="ListParagraph"/>
              <w:spacing w:after="0" w:line="240" w:lineRule="auto"/>
            </w:pPr>
            <w:r w:rsidRPr="00D149F5">
              <w:t>—―</w:t>
            </w:r>
          </w:p>
          <w:p w:rsidR="009B255C" w:rsidRPr="00D149F5" w:rsidRDefault="009B255C" w:rsidP="00D149F5">
            <w:pPr>
              <w:spacing w:after="0" w:line="240" w:lineRule="auto"/>
            </w:pPr>
            <w:r w:rsidRPr="00D149F5">
              <w:t xml:space="preserve">           **243</w:t>
            </w:r>
          </w:p>
        </w:tc>
        <w:tc>
          <w:tcPr>
            <w:tcW w:w="5069" w:type="dxa"/>
          </w:tcPr>
          <w:p w:rsidR="009B255C" w:rsidRPr="00D149F5" w:rsidRDefault="009B255C" w:rsidP="00D149F5">
            <w:pPr>
              <w:spacing w:after="0" w:line="240" w:lineRule="auto"/>
            </w:pPr>
            <w:r w:rsidRPr="00D149F5">
              <w:t>+56*7</w:t>
            </w:r>
          </w:p>
          <w:p w:rsidR="009B255C" w:rsidRPr="00D149F5" w:rsidRDefault="009B255C" w:rsidP="00D149F5">
            <w:pPr>
              <w:spacing w:after="0" w:line="240" w:lineRule="auto"/>
            </w:pPr>
            <w:r w:rsidRPr="00D149F5">
              <w:t xml:space="preserve">  *341</w:t>
            </w:r>
          </w:p>
          <w:p w:rsidR="009B255C" w:rsidRPr="00D149F5" w:rsidRDefault="009B255C" w:rsidP="00D149F5">
            <w:pPr>
              <w:spacing w:after="0" w:line="240" w:lineRule="auto"/>
            </w:pPr>
            <w:r w:rsidRPr="00D149F5">
              <w:t xml:space="preserve">     *32</w:t>
            </w:r>
          </w:p>
          <w:p w:rsidR="009B255C" w:rsidRPr="00D149F5" w:rsidRDefault="009B255C" w:rsidP="00D149F5">
            <w:pPr>
              <w:spacing w:after="0" w:line="240" w:lineRule="auto"/>
            </w:pPr>
            <w:r w:rsidRPr="00D149F5">
              <w:t>―—―</w:t>
            </w:r>
          </w:p>
          <w:p w:rsidR="009B255C" w:rsidRPr="00D149F5" w:rsidRDefault="009B255C" w:rsidP="00D149F5">
            <w:pPr>
              <w:spacing w:after="0" w:line="240" w:lineRule="auto"/>
            </w:pPr>
            <w:r w:rsidRPr="00D149F5">
              <w:t>*518*</w:t>
            </w:r>
          </w:p>
        </w:tc>
      </w:tr>
      <w:tr w:rsidR="009B255C" w:rsidRPr="00D149F5">
        <w:tc>
          <w:tcPr>
            <w:tcW w:w="4426" w:type="dxa"/>
          </w:tcPr>
          <w:p w:rsidR="009B255C" w:rsidRPr="00D149F5" w:rsidRDefault="009B255C" w:rsidP="00D149F5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D149F5">
              <w:rPr>
                <w:b/>
                <w:bCs/>
                <w:sz w:val="28"/>
                <w:szCs w:val="28"/>
              </w:rPr>
              <w:t xml:space="preserve">4.Обчисли </w:t>
            </w:r>
          </w:p>
        </w:tc>
        <w:tc>
          <w:tcPr>
            <w:tcW w:w="5069" w:type="dxa"/>
          </w:tcPr>
          <w:p w:rsidR="009B255C" w:rsidRPr="00823939" w:rsidRDefault="009B255C" w:rsidP="00D149F5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23939">
              <w:rPr>
                <w:b/>
                <w:bCs/>
                <w:sz w:val="24"/>
                <w:szCs w:val="24"/>
              </w:rPr>
              <w:t>4.Обчисли</w:t>
            </w:r>
          </w:p>
        </w:tc>
      </w:tr>
      <w:tr w:rsidR="009B255C" w:rsidRPr="00D149F5">
        <w:tc>
          <w:tcPr>
            <w:tcW w:w="4426" w:type="dxa"/>
          </w:tcPr>
          <w:p w:rsidR="009B255C" w:rsidRPr="00D149F5" w:rsidRDefault="009B255C" w:rsidP="00D149F5">
            <w:pPr>
              <w:spacing w:after="0" w:line="240" w:lineRule="auto"/>
            </w:pPr>
            <w:r w:rsidRPr="00D149F5">
              <w:t xml:space="preserve"> 24км67м-9км423м</w:t>
            </w:r>
          </w:p>
          <w:p w:rsidR="009B255C" w:rsidRPr="00D149F5" w:rsidRDefault="009B255C" w:rsidP="00D149F5">
            <w:pPr>
              <w:spacing w:after="0" w:line="240" w:lineRule="auto"/>
            </w:pPr>
            <w:r w:rsidRPr="00D149F5">
              <w:t>7т32кг-3т208кг</w:t>
            </w:r>
          </w:p>
          <w:p w:rsidR="009B255C" w:rsidRPr="00D149F5" w:rsidRDefault="009B255C" w:rsidP="00D149F5">
            <w:pPr>
              <w:spacing w:after="0" w:line="240" w:lineRule="auto"/>
            </w:pPr>
          </w:p>
          <w:p w:rsidR="009B255C" w:rsidRPr="00D149F5" w:rsidRDefault="009B255C" w:rsidP="00D149F5">
            <w:pPr>
              <w:spacing w:after="0" w:line="240" w:lineRule="auto"/>
            </w:pPr>
          </w:p>
        </w:tc>
        <w:tc>
          <w:tcPr>
            <w:tcW w:w="5069" w:type="dxa"/>
          </w:tcPr>
          <w:p w:rsidR="009B255C" w:rsidRPr="00D149F5" w:rsidRDefault="009B255C" w:rsidP="00D149F5">
            <w:pPr>
              <w:spacing w:after="0" w:line="240" w:lineRule="auto"/>
            </w:pPr>
            <w:r w:rsidRPr="00D149F5">
              <w:t>23км8см-9км54см</w:t>
            </w:r>
          </w:p>
          <w:p w:rsidR="009B255C" w:rsidRPr="00D149F5" w:rsidRDefault="009B255C" w:rsidP="00D149F5">
            <w:pPr>
              <w:spacing w:after="0" w:line="240" w:lineRule="auto"/>
            </w:pPr>
            <w:r w:rsidRPr="00D149F5">
              <w:t>402ц3кг-219ц42кг</w:t>
            </w:r>
          </w:p>
          <w:p w:rsidR="009B255C" w:rsidRPr="00D149F5" w:rsidRDefault="009B255C" w:rsidP="00D149F5">
            <w:pPr>
              <w:spacing w:after="0" w:line="240" w:lineRule="auto"/>
            </w:pPr>
          </w:p>
        </w:tc>
      </w:tr>
      <w:tr w:rsidR="009B255C" w:rsidRPr="00D149F5">
        <w:tc>
          <w:tcPr>
            <w:tcW w:w="4426" w:type="dxa"/>
          </w:tcPr>
          <w:p w:rsidR="009B255C" w:rsidRPr="00D149F5" w:rsidRDefault="009B255C" w:rsidP="00D149F5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D149F5">
              <w:rPr>
                <w:b/>
                <w:bCs/>
                <w:sz w:val="28"/>
                <w:szCs w:val="28"/>
              </w:rPr>
              <w:t xml:space="preserve">5.За поданим планом знайди площу ,відведену для кожного виду овочів.  </w:t>
            </w:r>
          </w:p>
        </w:tc>
        <w:tc>
          <w:tcPr>
            <w:tcW w:w="5069" w:type="dxa"/>
          </w:tcPr>
          <w:p w:rsidR="009B255C" w:rsidRPr="00D149F5" w:rsidRDefault="009B255C" w:rsidP="00D149F5">
            <w:pPr>
              <w:spacing w:after="0" w:line="240" w:lineRule="auto"/>
            </w:pPr>
            <w:r>
              <w:rPr>
                <w:b/>
                <w:bCs/>
                <w:sz w:val="28"/>
                <w:szCs w:val="28"/>
              </w:rPr>
              <w:t>5.</w:t>
            </w:r>
            <w:r w:rsidRPr="00D149F5">
              <w:rPr>
                <w:b/>
                <w:bCs/>
                <w:sz w:val="28"/>
                <w:szCs w:val="28"/>
              </w:rPr>
              <w:t>За поданим планом знайди площу</w:t>
            </w:r>
            <w:r>
              <w:rPr>
                <w:b/>
                <w:bCs/>
                <w:sz w:val="28"/>
                <w:szCs w:val="28"/>
              </w:rPr>
              <w:t xml:space="preserve">, </w:t>
            </w:r>
            <w:r w:rsidRPr="00D149F5">
              <w:rPr>
                <w:b/>
                <w:bCs/>
                <w:sz w:val="28"/>
                <w:szCs w:val="28"/>
              </w:rPr>
              <w:t xml:space="preserve">відведену для кожного виду овочів.  </w:t>
            </w:r>
          </w:p>
        </w:tc>
      </w:tr>
      <w:tr w:rsidR="009B255C" w:rsidRPr="00D149F5">
        <w:tc>
          <w:tcPr>
            <w:tcW w:w="4426" w:type="dxa"/>
          </w:tcPr>
          <w:p w:rsidR="009B255C" w:rsidRPr="00D149F5" w:rsidRDefault="009B255C" w:rsidP="00D149F5">
            <w:pPr>
              <w:spacing w:after="0" w:line="240" w:lineRule="auto"/>
            </w:pPr>
            <w:r>
              <w:rPr>
                <w:noProof/>
                <w:lang w:val="ru-RU" w:eastAsia="ru-RU"/>
              </w:rPr>
              <w:pict>
                <v:rect id="_x0000_s1026" style="position:absolute;margin-left:42.65pt;margin-top:4.95pt;width:94.5pt;height:1in;z-index:251653632;mso-position-horizontal-relative:text;mso-position-vertical-relative:text">
                  <v:textbox style="mso-next-textbox:#_x0000_s1026">
                    <w:txbxContent>
                      <w:p w:rsidR="009B255C" w:rsidRDefault="009B255C">
                        <w:r>
                          <w:t>?цибуля</w:t>
                        </w:r>
                      </w:p>
                      <w:p w:rsidR="009B255C" w:rsidRDefault="009B255C"/>
                      <w:p w:rsidR="009B255C" w:rsidRPr="003E10C7" w:rsidRDefault="009B255C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Кріп  </w:t>
                        </w:r>
                        <w:r w:rsidRPr="003E10C7">
                          <w:rPr>
                            <w:sz w:val="18"/>
                            <w:szCs w:val="18"/>
                          </w:rPr>
                          <w:t>1/5 всієї площі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val="ru-RU"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140.65pt;margin-top:12.45pt;width:.05pt;height:64.5pt;z-index:251656704;mso-position-horizontal-relative:text;mso-position-vertical-relative:text" o:connectortype="straight">
                  <v:stroke startarrow="block" endarrow="block"/>
                </v:shape>
              </w:pict>
            </w:r>
            <w:r>
              <w:rPr>
                <w:noProof/>
                <w:lang w:val="ru-RU" w:eastAsia="ru-RU"/>
              </w:rPr>
              <w:pict>
                <v:shape id="_x0000_s1028" type="#_x0000_t32" style="position:absolute;margin-left:42.65pt;margin-top:88.5pt;width:82pt;height:1pt;flip:y;z-index:251654656;mso-position-horizontal-relative:text;mso-position-vertical-relative:text" o:connectortype="straight">
                  <v:stroke startarrow="block" endarrow="block"/>
                </v:shape>
              </w:pict>
            </w:r>
            <w:r>
              <w:rPr>
                <w:noProof/>
                <w:lang w:val="ru-RU" w:eastAsia="ru-RU"/>
              </w:rPr>
              <w:pict>
                <v:shape id="_x0000_s1029" type="#_x0000_t32" style="position:absolute;margin-left:42.65pt;margin-top:41.05pt;width:94.5pt;height:0;z-index:251655680;mso-position-horizontal-relative:text;mso-position-vertical-relative:text" o:connectortype="straight"/>
              </w:pict>
            </w:r>
          </w:p>
          <w:p w:rsidR="009B255C" w:rsidRPr="00D149F5" w:rsidRDefault="009B255C" w:rsidP="00D149F5">
            <w:pPr>
              <w:spacing w:after="0" w:line="240" w:lineRule="auto"/>
            </w:pPr>
          </w:p>
          <w:p w:rsidR="009B255C" w:rsidRPr="00D149F5" w:rsidRDefault="009B255C" w:rsidP="00D149F5">
            <w:pPr>
              <w:tabs>
                <w:tab w:val="left" w:pos="2980"/>
              </w:tabs>
              <w:spacing w:after="0" w:line="240" w:lineRule="auto"/>
            </w:pPr>
            <w:r w:rsidRPr="00D149F5">
              <w:tab/>
              <w:t>30м</w:t>
            </w:r>
          </w:p>
          <w:p w:rsidR="009B255C" w:rsidRPr="00D149F5" w:rsidRDefault="009B255C" w:rsidP="00D149F5">
            <w:pPr>
              <w:spacing w:after="0" w:line="240" w:lineRule="auto"/>
            </w:pPr>
          </w:p>
          <w:p w:rsidR="009B255C" w:rsidRPr="00D149F5" w:rsidRDefault="009B255C" w:rsidP="00D149F5">
            <w:pPr>
              <w:spacing w:after="0" w:line="240" w:lineRule="auto"/>
            </w:pPr>
          </w:p>
          <w:p w:rsidR="009B255C" w:rsidRPr="00D149F5" w:rsidRDefault="009B255C" w:rsidP="00D149F5">
            <w:pPr>
              <w:spacing w:after="0" w:line="240" w:lineRule="auto"/>
            </w:pPr>
          </w:p>
          <w:p w:rsidR="009B255C" w:rsidRPr="00D149F5" w:rsidRDefault="009B255C" w:rsidP="00D149F5">
            <w:pPr>
              <w:spacing w:after="0" w:line="240" w:lineRule="auto"/>
            </w:pPr>
          </w:p>
          <w:p w:rsidR="009B255C" w:rsidRPr="00D149F5" w:rsidRDefault="009B255C" w:rsidP="00D149F5">
            <w:pPr>
              <w:tabs>
                <w:tab w:val="left" w:pos="1200"/>
              </w:tabs>
              <w:spacing w:after="0" w:line="240" w:lineRule="auto"/>
            </w:pPr>
            <w:r w:rsidRPr="00D149F5">
              <w:tab/>
            </w:r>
            <w:r w:rsidRPr="00D149F5">
              <w:rPr>
                <w:lang w:val="en-US"/>
              </w:rPr>
              <w:t>24 м</w:t>
            </w:r>
          </w:p>
        </w:tc>
        <w:tc>
          <w:tcPr>
            <w:tcW w:w="5069" w:type="dxa"/>
          </w:tcPr>
          <w:p w:rsidR="009B255C" w:rsidRPr="00D149F5" w:rsidRDefault="009B255C" w:rsidP="00D149F5">
            <w:pPr>
              <w:spacing w:after="0" w:line="240" w:lineRule="auto"/>
            </w:pPr>
            <w:r>
              <w:rPr>
                <w:noProof/>
                <w:lang w:val="ru-RU" w:eastAsia="ru-RU"/>
              </w:rPr>
              <w:pict>
                <v:rect id="_x0000_s1030" style="position:absolute;margin-left:33.85pt;margin-top:9.5pt;width:114.5pt;height:64.5pt;z-index:251659776;mso-position-horizontal-relative:text;mso-position-vertical-relative:text">
                  <v:textbox>
                    <w:txbxContent>
                      <w:p w:rsidR="009B255C" w:rsidRDefault="009B255C">
                        <w:r>
                          <w:t>? огірки</w:t>
                        </w:r>
                      </w:p>
                      <w:p w:rsidR="009B255C" w:rsidRDefault="009B255C">
                        <w:r>
                          <w:t>¼  всієї площі помідори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val="ru-RU" w:eastAsia="ru-RU"/>
              </w:rPr>
              <w:pict>
                <v:shape id="_x0000_s1031" type="#_x0000_t32" style="position:absolute;margin-left:157.85pt;margin-top:9.5pt;width:.5pt;height:61pt;z-index:251658752;mso-position-horizontal-relative:text;mso-position-vertical-relative:text" o:connectortype="straight">
                  <v:stroke startarrow="block" endarrow="block"/>
                </v:shape>
              </w:pict>
            </w:r>
            <w:r>
              <w:rPr>
                <w:noProof/>
                <w:lang w:val="ru-RU" w:eastAsia="ru-RU"/>
              </w:rPr>
              <w:pict>
                <v:shape id="_x0000_s1032" type="#_x0000_t32" style="position:absolute;margin-left:45.85pt;margin-top:41.05pt;width:102.5pt;height:.05pt;z-index:251657728;mso-position-horizontal-relative:text;mso-position-vertical-relative:text" o:connectortype="straight"/>
              </w:pict>
            </w:r>
          </w:p>
          <w:p w:rsidR="009B255C" w:rsidRPr="00D149F5" w:rsidRDefault="009B255C" w:rsidP="00D149F5">
            <w:pPr>
              <w:spacing w:after="0" w:line="240" w:lineRule="auto"/>
            </w:pPr>
          </w:p>
          <w:p w:rsidR="009B255C" w:rsidRPr="00D149F5" w:rsidRDefault="009B255C" w:rsidP="00D149F5">
            <w:pPr>
              <w:tabs>
                <w:tab w:val="left" w:pos="3430"/>
              </w:tabs>
              <w:spacing w:after="0" w:line="240" w:lineRule="auto"/>
            </w:pPr>
            <w:r w:rsidRPr="00D149F5">
              <w:tab/>
              <w:t>15м</w:t>
            </w:r>
          </w:p>
          <w:p w:rsidR="009B255C" w:rsidRPr="00D149F5" w:rsidRDefault="009B255C" w:rsidP="00D149F5">
            <w:pPr>
              <w:spacing w:after="0" w:line="240" w:lineRule="auto"/>
            </w:pPr>
            <w:r>
              <w:rPr>
                <w:noProof/>
                <w:lang w:val="ru-RU" w:eastAsia="ru-RU"/>
              </w:rPr>
              <w:pict>
                <v:shape id="_x0000_s1033" type="#_x0000_t32" style="position:absolute;margin-left:33.85pt;margin-top:.75pt;width:114.5pt;height:.1pt;z-index:251660800" o:connectortype="straight"/>
              </w:pict>
            </w:r>
          </w:p>
          <w:p w:rsidR="009B255C" w:rsidRPr="00D149F5" w:rsidRDefault="009B255C" w:rsidP="00D149F5">
            <w:pPr>
              <w:spacing w:after="0" w:line="240" w:lineRule="auto"/>
            </w:pPr>
          </w:p>
          <w:p w:rsidR="009B255C" w:rsidRPr="00D149F5" w:rsidRDefault="009B255C" w:rsidP="00D149F5">
            <w:pPr>
              <w:spacing w:after="0" w:line="240" w:lineRule="auto"/>
              <w:jc w:val="right"/>
            </w:pPr>
          </w:p>
          <w:p w:rsidR="009B255C" w:rsidRPr="00D149F5" w:rsidRDefault="009B255C" w:rsidP="00D149F5">
            <w:pPr>
              <w:tabs>
                <w:tab w:val="left" w:pos="1310"/>
              </w:tabs>
              <w:spacing w:after="0" w:line="240" w:lineRule="auto"/>
            </w:pPr>
            <w:r>
              <w:rPr>
                <w:noProof/>
                <w:lang w:val="ru-RU" w:eastAsia="ru-RU"/>
              </w:rPr>
              <w:pict>
                <v:shape id="_x0000_s1034" type="#_x0000_t32" style="position:absolute;margin-left:36.85pt;margin-top:2.45pt;width:111.5pt;height:0;z-index:251661824" o:connectortype="straight">
                  <v:stroke startarrow="block" endarrow="block"/>
                </v:shape>
              </w:pict>
            </w:r>
            <w:r w:rsidRPr="00D149F5">
              <w:tab/>
              <w:t>28 м</w:t>
            </w:r>
          </w:p>
        </w:tc>
      </w:tr>
      <w:tr w:rsidR="009B255C" w:rsidRPr="00D149F5">
        <w:tc>
          <w:tcPr>
            <w:tcW w:w="4426" w:type="dxa"/>
          </w:tcPr>
          <w:p w:rsidR="009B255C" w:rsidRPr="00D149F5" w:rsidRDefault="009B255C" w:rsidP="00D149F5">
            <w:pPr>
              <w:spacing w:after="0" w:line="240" w:lineRule="auto"/>
              <w:rPr>
                <w:noProof/>
                <w:lang w:eastAsia="uk-UA"/>
              </w:rPr>
            </w:pPr>
            <w:r w:rsidRPr="00D149F5">
              <w:rPr>
                <w:b/>
                <w:bCs/>
                <w:noProof/>
                <w:sz w:val="28"/>
                <w:szCs w:val="28"/>
                <w:lang w:eastAsia="uk-UA"/>
              </w:rPr>
              <w:t xml:space="preserve">        6 Задача</w:t>
            </w:r>
          </w:p>
        </w:tc>
        <w:tc>
          <w:tcPr>
            <w:tcW w:w="5069" w:type="dxa"/>
          </w:tcPr>
          <w:p w:rsidR="009B255C" w:rsidRPr="00D24523" w:rsidRDefault="009B255C" w:rsidP="00D149F5">
            <w:pPr>
              <w:spacing w:after="0" w:line="240" w:lineRule="auto"/>
              <w:rPr>
                <w:b/>
                <w:bCs/>
                <w:noProof/>
                <w:sz w:val="32"/>
                <w:szCs w:val="32"/>
                <w:lang w:eastAsia="uk-UA"/>
              </w:rPr>
            </w:pPr>
            <w:r w:rsidRPr="00D24523">
              <w:rPr>
                <w:b/>
                <w:bCs/>
                <w:noProof/>
                <w:sz w:val="32"/>
                <w:szCs w:val="32"/>
                <w:lang w:eastAsia="uk-UA"/>
              </w:rPr>
              <w:t>6. Задача</w:t>
            </w:r>
          </w:p>
        </w:tc>
      </w:tr>
      <w:tr w:rsidR="009B255C" w:rsidRPr="00D149F5">
        <w:tc>
          <w:tcPr>
            <w:tcW w:w="4426" w:type="dxa"/>
          </w:tcPr>
          <w:p w:rsidR="009B255C" w:rsidRPr="00D149F5" w:rsidRDefault="009B255C" w:rsidP="00D149F5">
            <w:pPr>
              <w:spacing w:after="0" w:line="240" w:lineRule="auto"/>
              <w:rPr>
                <w:noProof/>
                <w:lang w:eastAsia="uk-UA"/>
              </w:rPr>
            </w:pPr>
            <w:r w:rsidRPr="00D149F5">
              <w:rPr>
                <w:noProof/>
                <w:lang w:eastAsia="uk-UA"/>
              </w:rPr>
              <w:t>У березні Андрійко прочитав 5 книжок по 36 сторінок у кож</w:t>
            </w:r>
            <w:r>
              <w:rPr>
                <w:noProof/>
                <w:lang w:eastAsia="uk-UA"/>
              </w:rPr>
              <w:t xml:space="preserve">ній. У квітні він прочитав </w:t>
            </w:r>
            <w:r w:rsidRPr="00AE0C51">
              <w:rPr>
                <w:noProof/>
                <w:position w:val="-24"/>
                <w:lang w:eastAsia="uk-UA"/>
              </w:rPr>
              <w:object w:dxaOrig="3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75pt;height:30.75pt" o:ole="">
                  <v:imagedata r:id="rId5" o:title=""/>
                </v:shape>
                <o:OLEObject Type="Embed" ProgID="Equation.3" ShapeID="_x0000_i1025" DrawAspect="Content" ObjectID="_1557484089" r:id="rId6"/>
              </w:object>
            </w:r>
            <w:r w:rsidRPr="00D149F5">
              <w:rPr>
                <w:noProof/>
                <w:lang w:eastAsia="uk-UA"/>
              </w:rPr>
              <w:t xml:space="preserve">кількості сторінок , прочитаних у  </w:t>
            </w:r>
            <w:r>
              <w:rPr>
                <w:noProof/>
                <w:lang w:eastAsia="uk-UA"/>
              </w:rPr>
              <w:t xml:space="preserve">березні. У травні  прочитав  </w:t>
            </w:r>
            <w:r w:rsidRPr="00AE0C51">
              <w:rPr>
                <w:noProof/>
                <w:position w:val="-24"/>
                <w:lang w:eastAsia="uk-UA"/>
              </w:rPr>
              <w:object w:dxaOrig="220" w:dyaOrig="620">
                <v:shape id="_x0000_i1026" type="#_x0000_t75" style="width:11.25pt;height:30.75pt" o:ole="">
                  <v:imagedata r:id="rId7" o:title=""/>
                </v:shape>
                <o:OLEObject Type="Embed" ProgID="Equation.3" ShapeID="_x0000_i1026" DrawAspect="Content" ObjectID="_1557484090" r:id="rId8"/>
              </w:object>
            </w:r>
            <w:r w:rsidRPr="00D149F5">
              <w:rPr>
                <w:noProof/>
                <w:lang w:eastAsia="uk-UA"/>
              </w:rPr>
              <w:t xml:space="preserve"> кількості сторінок ,прочитаних  ним у березні та квітні разом. Скільки сторінок прочитав Андрійко у травні?</w:t>
            </w:r>
          </w:p>
        </w:tc>
        <w:tc>
          <w:tcPr>
            <w:tcW w:w="5069" w:type="dxa"/>
          </w:tcPr>
          <w:p w:rsidR="009B255C" w:rsidRPr="00D149F5" w:rsidRDefault="009B255C" w:rsidP="00D149F5">
            <w:pPr>
              <w:spacing w:after="0" w:line="240" w:lineRule="auto"/>
              <w:rPr>
                <w:noProof/>
                <w:lang w:eastAsia="uk-UA"/>
              </w:rPr>
            </w:pPr>
            <w:r w:rsidRPr="00D149F5">
              <w:rPr>
                <w:noProof/>
                <w:lang w:eastAsia="uk-UA"/>
              </w:rPr>
              <w:t>У травні Марко прочитав 7 книжок по 42 сторінки у кожн</w:t>
            </w:r>
            <w:r>
              <w:rPr>
                <w:noProof/>
                <w:lang w:eastAsia="uk-UA"/>
              </w:rPr>
              <w:t xml:space="preserve">ій. У червні хлопчик прочитав </w:t>
            </w:r>
            <w:r w:rsidRPr="00AE0C51">
              <w:rPr>
                <w:noProof/>
                <w:position w:val="-24"/>
                <w:lang w:eastAsia="uk-UA"/>
              </w:rPr>
              <w:object w:dxaOrig="240" w:dyaOrig="620">
                <v:shape id="_x0000_i1027" type="#_x0000_t75" style="width:12pt;height:30.75pt" o:ole="">
                  <v:imagedata r:id="rId9" o:title=""/>
                </v:shape>
                <o:OLEObject Type="Embed" ProgID="Equation.3" ShapeID="_x0000_i1027" DrawAspect="Content" ObjectID="_1557484091" r:id="rId10"/>
              </w:object>
            </w:r>
            <w:r w:rsidRPr="00D149F5">
              <w:rPr>
                <w:noProof/>
                <w:lang w:eastAsia="uk-UA"/>
              </w:rPr>
              <w:t xml:space="preserve"> кількості сторінок , прочитаних у т</w:t>
            </w:r>
            <w:r>
              <w:rPr>
                <w:noProof/>
                <w:lang w:eastAsia="uk-UA"/>
              </w:rPr>
              <w:t xml:space="preserve">равні. У липні він прочитав </w:t>
            </w:r>
            <w:r w:rsidRPr="00AE0C51">
              <w:rPr>
                <w:noProof/>
                <w:position w:val="-24"/>
                <w:lang w:eastAsia="uk-UA"/>
              </w:rPr>
              <w:object w:dxaOrig="240" w:dyaOrig="620">
                <v:shape id="_x0000_i1028" type="#_x0000_t75" style="width:12pt;height:30.75pt" o:ole="">
                  <v:imagedata r:id="rId11" o:title=""/>
                </v:shape>
                <o:OLEObject Type="Embed" ProgID="Equation.3" ShapeID="_x0000_i1028" DrawAspect="Content" ObjectID="_1557484092" r:id="rId12"/>
              </w:object>
            </w:r>
            <w:r w:rsidRPr="00D149F5">
              <w:rPr>
                <w:noProof/>
                <w:lang w:eastAsia="uk-UA"/>
              </w:rPr>
              <w:t xml:space="preserve">сторінок, прочитаних ним у травні та червні разом. Скільки сторінок  прочитав Марко у червні? </w:t>
            </w:r>
          </w:p>
        </w:tc>
      </w:tr>
      <w:tr w:rsidR="009B255C" w:rsidRPr="00D149F5">
        <w:tc>
          <w:tcPr>
            <w:tcW w:w="4426" w:type="dxa"/>
          </w:tcPr>
          <w:p w:rsidR="009B255C" w:rsidRPr="00D149F5" w:rsidRDefault="009B255C" w:rsidP="00D149F5">
            <w:pPr>
              <w:spacing w:after="0" w:line="240" w:lineRule="auto"/>
              <w:rPr>
                <w:noProof/>
                <w:lang w:eastAsia="uk-UA"/>
              </w:rPr>
            </w:pPr>
            <w:r>
              <w:rPr>
                <w:noProof/>
                <w:lang w:eastAsia="uk-UA"/>
              </w:rPr>
              <w:t>7. З</w:t>
            </w:r>
            <w:r w:rsidRPr="00D149F5">
              <w:rPr>
                <w:noProof/>
                <w:lang w:eastAsia="uk-UA"/>
              </w:rPr>
              <w:t>аписати у порядку зростання шість чотирицифрових чисел, використовуючи цифри  5678. (цифри в числі повторювати не можна)</w:t>
            </w:r>
          </w:p>
        </w:tc>
        <w:tc>
          <w:tcPr>
            <w:tcW w:w="5069" w:type="dxa"/>
          </w:tcPr>
          <w:p w:rsidR="009B255C" w:rsidRPr="00D149F5" w:rsidRDefault="009B255C" w:rsidP="00D149F5">
            <w:pPr>
              <w:spacing w:after="0" w:line="240" w:lineRule="auto"/>
              <w:rPr>
                <w:noProof/>
                <w:lang w:eastAsia="uk-UA"/>
              </w:rPr>
            </w:pPr>
            <w:r>
              <w:rPr>
                <w:noProof/>
                <w:lang w:eastAsia="uk-UA"/>
              </w:rPr>
              <w:t>7.З</w:t>
            </w:r>
            <w:r w:rsidRPr="00D149F5">
              <w:rPr>
                <w:noProof/>
                <w:lang w:eastAsia="uk-UA"/>
              </w:rPr>
              <w:t>аписати у порядку спадання шість чотирицифрових чисел, використовуючи цифри  1234. (цифри в числі повторювати не можна)</w:t>
            </w:r>
          </w:p>
        </w:tc>
      </w:tr>
      <w:tr w:rsidR="009B255C" w:rsidRPr="00D149F5">
        <w:tc>
          <w:tcPr>
            <w:tcW w:w="4426" w:type="dxa"/>
          </w:tcPr>
          <w:p w:rsidR="009B255C" w:rsidRPr="00D149F5" w:rsidRDefault="009B255C" w:rsidP="00D149F5">
            <w:pPr>
              <w:spacing w:after="0" w:line="240" w:lineRule="auto"/>
              <w:rPr>
                <w:b/>
                <w:bCs/>
                <w:noProof/>
                <w:sz w:val="28"/>
                <w:szCs w:val="28"/>
                <w:lang w:eastAsia="uk-UA"/>
              </w:rPr>
            </w:pPr>
            <w:r w:rsidRPr="00D149F5">
              <w:rPr>
                <w:b/>
                <w:bCs/>
                <w:noProof/>
                <w:sz w:val="28"/>
                <w:szCs w:val="28"/>
                <w:lang w:eastAsia="uk-UA"/>
              </w:rPr>
              <w:t xml:space="preserve">                 </w:t>
            </w:r>
            <w:r>
              <w:rPr>
                <w:b/>
                <w:bCs/>
                <w:noProof/>
                <w:sz w:val="28"/>
                <w:szCs w:val="28"/>
                <w:lang w:eastAsia="uk-UA"/>
              </w:rPr>
              <w:t xml:space="preserve"> 8. </w:t>
            </w:r>
            <w:r w:rsidRPr="00D149F5">
              <w:rPr>
                <w:b/>
                <w:bCs/>
                <w:noProof/>
                <w:sz w:val="28"/>
                <w:szCs w:val="28"/>
                <w:lang w:eastAsia="uk-UA"/>
              </w:rPr>
              <w:t>Задача</w:t>
            </w:r>
            <w:r>
              <w:rPr>
                <w:b/>
                <w:bCs/>
                <w:noProof/>
                <w:sz w:val="28"/>
                <w:szCs w:val="28"/>
                <w:lang w:eastAsia="uk-UA"/>
              </w:rPr>
              <w:t xml:space="preserve">                  </w:t>
            </w:r>
          </w:p>
        </w:tc>
        <w:tc>
          <w:tcPr>
            <w:tcW w:w="5069" w:type="dxa"/>
          </w:tcPr>
          <w:p w:rsidR="009B255C" w:rsidRPr="00D149F5" w:rsidRDefault="009B255C" w:rsidP="00D149F5">
            <w:pPr>
              <w:spacing w:after="0" w:line="240" w:lineRule="auto"/>
              <w:rPr>
                <w:b/>
                <w:bCs/>
                <w:noProof/>
                <w:sz w:val="28"/>
                <w:szCs w:val="28"/>
                <w:lang w:eastAsia="uk-UA"/>
              </w:rPr>
            </w:pPr>
            <w:r>
              <w:rPr>
                <w:b/>
                <w:bCs/>
                <w:noProof/>
                <w:sz w:val="32"/>
                <w:szCs w:val="32"/>
                <w:lang w:eastAsia="uk-UA"/>
              </w:rPr>
              <w:t>8.</w:t>
            </w:r>
            <w:r w:rsidRPr="00D24523">
              <w:rPr>
                <w:b/>
                <w:bCs/>
                <w:noProof/>
                <w:sz w:val="32"/>
                <w:szCs w:val="32"/>
                <w:lang w:eastAsia="uk-UA"/>
              </w:rPr>
              <w:t>Задача</w:t>
            </w:r>
          </w:p>
        </w:tc>
      </w:tr>
      <w:tr w:rsidR="009B255C" w:rsidRPr="00D149F5">
        <w:tc>
          <w:tcPr>
            <w:tcW w:w="4426" w:type="dxa"/>
          </w:tcPr>
          <w:p w:rsidR="009B255C" w:rsidRPr="00D149F5" w:rsidRDefault="009B255C" w:rsidP="00D149F5">
            <w:pPr>
              <w:spacing w:after="0" w:line="240" w:lineRule="auto"/>
              <w:rPr>
                <w:noProof/>
                <w:lang w:eastAsia="uk-UA"/>
              </w:rPr>
            </w:pPr>
            <w:r>
              <w:rPr>
                <w:noProof/>
                <w:lang w:eastAsia="uk-UA"/>
              </w:rPr>
              <w:t>8.</w:t>
            </w:r>
            <w:r w:rsidRPr="00D149F5">
              <w:rPr>
                <w:noProof/>
                <w:lang w:eastAsia="uk-UA"/>
              </w:rPr>
              <w:t xml:space="preserve">У двох коробках  10 олівців. Коли з першої коробки переклали до другої 2 олівці, то в обох  коробках олівців стало порівну. Скільки олівців було в кожній </w:t>
            </w:r>
            <w:r>
              <w:rPr>
                <w:noProof/>
                <w:lang w:eastAsia="uk-UA"/>
              </w:rPr>
              <w:t>спо</w:t>
            </w:r>
            <w:r w:rsidRPr="00D149F5">
              <w:rPr>
                <w:noProof/>
                <w:lang w:eastAsia="uk-UA"/>
              </w:rPr>
              <w:t>чатку?</w:t>
            </w:r>
          </w:p>
        </w:tc>
        <w:tc>
          <w:tcPr>
            <w:tcW w:w="5069" w:type="dxa"/>
          </w:tcPr>
          <w:p w:rsidR="009B255C" w:rsidRPr="00D149F5" w:rsidRDefault="009B255C" w:rsidP="00D149F5">
            <w:pPr>
              <w:spacing w:after="0" w:line="240" w:lineRule="auto"/>
              <w:rPr>
                <w:noProof/>
                <w:lang w:eastAsia="uk-UA"/>
              </w:rPr>
            </w:pPr>
            <w:bookmarkStart w:id="0" w:name="_GoBack"/>
            <w:bookmarkEnd w:id="0"/>
            <w:r>
              <w:rPr>
                <w:noProof/>
                <w:lang w:eastAsia="uk-UA"/>
              </w:rPr>
              <w:t>8.</w:t>
            </w:r>
            <w:r w:rsidRPr="00D149F5">
              <w:rPr>
                <w:noProof/>
                <w:lang w:eastAsia="uk-UA"/>
              </w:rPr>
              <w:t xml:space="preserve">У Сашка у двох кишенях лежить 14 цукерок. Після того ,як він переклав із однієї кишені до  другої </w:t>
            </w:r>
            <w:r>
              <w:rPr>
                <w:noProof/>
                <w:lang w:eastAsia="uk-UA"/>
              </w:rPr>
              <w:t xml:space="preserve"> </w:t>
            </w:r>
            <w:r w:rsidRPr="00D149F5">
              <w:rPr>
                <w:noProof/>
                <w:lang w:eastAsia="uk-UA"/>
              </w:rPr>
              <w:t>3 цукери, в кишенях стало порівну. Скільки цукерок було в кожній кишені спочатку?</w:t>
            </w:r>
          </w:p>
        </w:tc>
      </w:tr>
    </w:tbl>
    <w:p w:rsidR="009B255C" w:rsidRDefault="009B255C" w:rsidP="00400BDF">
      <w:pPr>
        <w:ind w:left="360"/>
      </w:pPr>
    </w:p>
    <w:sectPr w:rsidR="009B255C" w:rsidSect="007C2F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B20B5"/>
    <w:multiLevelType w:val="hybridMultilevel"/>
    <w:tmpl w:val="D220C39E"/>
    <w:lvl w:ilvl="0" w:tplc="F37EEEFC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i/>
        <w:iCs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BD75C0"/>
    <w:multiLevelType w:val="hybridMultilevel"/>
    <w:tmpl w:val="A48C3B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A112A0"/>
    <w:multiLevelType w:val="hybridMultilevel"/>
    <w:tmpl w:val="28965BE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FA3E85"/>
    <w:multiLevelType w:val="hybridMultilevel"/>
    <w:tmpl w:val="8BB4FF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BDF"/>
    <w:rsid w:val="00032B5C"/>
    <w:rsid w:val="00066503"/>
    <w:rsid w:val="000824A5"/>
    <w:rsid w:val="00095D17"/>
    <w:rsid w:val="00152293"/>
    <w:rsid w:val="002176C9"/>
    <w:rsid w:val="002A0084"/>
    <w:rsid w:val="002A27E3"/>
    <w:rsid w:val="003A0CBB"/>
    <w:rsid w:val="003E10C7"/>
    <w:rsid w:val="00400BDF"/>
    <w:rsid w:val="004E3CE3"/>
    <w:rsid w:val="005C31EC"/>
    <w:rsid w:val="006E2ECE"/>
    <w:rsid w:val="006E62ED"/>
    <w:rsid w:val="007C2FDD"/>
    <w:rsid w:val="007D6E82"/>
    <w:rsid w:val="007F4FDF"/>
    <w:rsid w:val="00823939"/>
    <w:rsid w:val="00852EA9"/>
    <w:rsid w:val="00865337"/>
    <w:rsid w:val="0087786D"/>
    <w:rsid w:val="008A1927"/>
    <w:rsid w:val="009B255C"/>
    <w:rsid w:val="00A57D96"/>
    <w:rsid w:val="00AE0C51"/>
    <w:rsid w:val="00D149F5"/>
    <w:rsid w:val="00D24523"/>
    <w:rsid w:val="00D44017"/>
    <w:rsid w:val="00DC68FF"/>
    <w:rsid w:val="00EE2AD6"/>
    <w:rsid w:val="00F31347"/>
    <w:rsid w:val="00F76523"/>
    <w:rsid w:val="00F838D7"/>
    <w:rsid w:val="00FC5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FDD"/>
    <w:pPr>
      <w:spacing w:after="200" w:line="276" w:lineRule="auto"/>
    </w:pPr>
    <w:rPr>
      <w:rFonts w:cs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00BDF"/>
    <w:pPr>
      <w:ind w:left="720"/>
    </w:pPr>
  </w:style>
  <w:style w:type="table" w:styleId="TableGrid">
    <w:name w:val="Table Grid"/>
    <w:basedOn w:val="TableNormal"/>
    <w:uiPriority w:val="99"/>
    <w:rsid w:val="00400BDF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185</TotalTime>
  <Pages>1</Pages>
  <Words>271</Words>
  <Characters>1546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RS</cp:lastModifiedBy>
  <cp:revision>9</cp:revision>
  <cp:lastPrinted>2017-05-12T13:17:00Z</cp:lastPrinted>
  <dcterms:created xsi:type="dcterms:W3CDTF">2017-05-09T17:01:00Z</dcterms:created>
  <dcterms:modified xsi:type="dcterms:W3CDTF">2017-05-28T10:42:00Z</dcterms:modified>
</cp:coreProperties>
</file>